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58879B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3B25B7">
        <w:rPr>
          <w:rStyle w:val="Strong"/>
          <w:rFonts w:asciiTheme="minorHAnsi" w:hAnsiTheme="minorHAnsi" w:cstheme="minorHAnsi"/>
          <w:lang w:val="en-GB"/>
        </w:rPr>
        <w:t>27-G008-22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C1A99D8" w:rsidR="00B0293A" w:rsidRPr="00532E97" w:rsidRDefault="00CB169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70972">
              <w:rPr>
                <w:rFonts w:ascii="Calibri" w:hAnsi="Calibri"/>
                <w:szCs w:val="20"/>
              </w:rPr>
              <w:t>8</w:t>
            </w:r>
            <w:r w:rsidR="003103D0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3C0ADD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82E0B23" w:rsidR="00B0293A" w:rsidRPr="00CB6DDC" w:rsidRDefault="005C081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70972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/11/2022 at 5pm Tarawa time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65E25B4" w:rsidR="00B0293A" w:rsidRPr="00251A4B" w:rsidRDefault="005C081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70972">
              <w:rPr>
                <w:rFonts w:ascii="Calibri" w:hAnsi="Calibri"/>
                <w:szCs w:val="20"/>
              </w:rPr>
              <w:t>4</w:t>
            </w:r>
            <w:r w:rsidR="001B02F4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6FF625" w:rsidR="00B0293A" w:rsidRPr="00CB6DDC" w:rsidRDefault="005C081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70972">
              <w:rPr>
                <w:rFonts w:ascii="Calibri" w:hAnsi="Calibri"/>
                <w:szCs w:val="20"/>
              </w:rPr>
              <w:t>8</w:t>
            </w:r>
            <w:r w:rsidR="008B185C" w:rsidRPr="008B185C">
              <w:rPr>
                <w:rFonts w:ascii="Calibri" w:hAnsi="Calibri"/>
                <w:szCs w:val="20"/>
              </w:rPr>
              <w:t>/11/2022</w:t>
            </w:r>
            <w:r w:rsidR="008B185C">
              <w:rPr>
                <w:rFonts w:ascii="Calibri" w:hAnsi="Calibri"/>
                <w:szCs w:val="20"/>
              </w:rPr>
              <w:t xml:space="preserve"> </w:t>
            </w:r>
            <w:r w:rsidR="003A3313">
              <w:rPr>
                <w:rFonts w:ascii="Calibri" w:hAnsi="Calibri"/>
                <w:szCs w:val="20"/>
              </w:rPr>
              <w:t>at 5:00pm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349A4E9" w:rsidR="00B0293A" w:rsidRPr="00532E97" w:rsidRDefault="00FD7A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1B02F4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21B1147" w:rsidR="00B0293A" w:rsidRPr="00532E97" w:rsidRDefault="00FD7A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1B02F4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E71FBD5" w:rsidR="00B0293A" w:rsidRPr="00532E97" w:rsidRDefault="003B25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16/12/2022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87C0FA" w:rsidR="00B0293A" w:rsidRPr="00532E97" w:rsidRDefault="003B25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FD7AD5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0B1546B" w:rsidR="00B0293A" w:rsidRPr="00532E97" w:rsidRDefault="003B25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FD7AD5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C651" w14:textId="77777777" w:rsidR="00EB04BE" w:rsidRDefault="00EB04BE">
      <w:r>
        <w:separator/>
      </w:r>
    </w:p>
  </w:endnote>
  <w:endnote w:type="continuationSeparator" w:id="0">
    <w:p w14:paraId="0F9B040A" w14:textId="77777777" w:rsidR="00EB04BE" w:rsidRDefault="00EB04BE">
      <w:r>
        <w:continuationSeparator/>
      </w:r>
    </w:p>
  </w:endnote>
  <w:endnote w:type="continuationNotice" w:id="1">
    <w:p w14:paraId="382DFD96" w14:textId="77777777" w:rsidR="00EB04BE" w:rsidRDefault="00EB04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51EECD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97C43">
      <w:rPr>
        <w:noProof/>
      </w:rPr>
      <w:t>2022-11-17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126F2" w14:textId="77777777" w:rsidR="00EB04BE" w:rsidRDefault="00EB04BE">
      <w:r>
        <w:separator/>
      </w:r>
    </w:p>
  </w:footnote>
  <w:footnote w:type="continuationSeparator" w:id="0">
    <w:p w14:paraId="4D5DD643" w14:textId="77777777" w:rsidR="00EB04BE" w:rsidRDefault="00EB04BE">
      <w:r>
        <w:continuationSeparator/>
      </w:r>
    </w:p>
  </w:footnote>
  <w:footnote w:type="continuationNotice" w:id="1">
    <w:p w14:paraId="08C7C64D" w14:textId="77777777" w:rsidR="00EB04BE" w:rsidRDefault="00EB04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78857">
    <w:abstractNumId w:val="1"/>
  </w:num>
  <w:num w:numId="2" w16cid:durableId="1117018839">
    <w:abstractNumId w:val="10"/>
  </w:num>
  <w:num w:numId="3" w16cid:durableId="1193615602">
    <w:abstractNumId w:val="11"/>
  </w:num>
  <w:num w:numId="4" w16cid:durableId="626156557">
    <w:abstractNumId w:val="4"/>
  </w:num>
  <w:num w:numId="5" w16cid:durableId="1971548429">
    <w:abstractNumId w:val="3"/>
  </w:num>
  <w:num w:numId="6" w16cid:durableId="304437182">
    <w:abstractNumId w:val="7"/>
  </w:num>
  <w:num w:numId="7" w16cid:durableId="1247766326">
    <w:abstractNumId w:val="5"/>
  </w:num>
  <w:num w:numId="8" w16cid:durableId="1181623758">
    <w:abstractNumId w:val="9"/>
  </w:num>
  <w:num w:numId="9" w16cid:durableId="1906913231">
    <w:abstractNumId w:val="0"/>
  </w:num>
  <w:num w:numId="10" w16cid:durableId="756294516">
    <w:abstractNumId w:val="8"/>
  </w:num>
  <w:num w:numId="11" w16cid:durableId="2103867130">
    <w:abstractNumId w:val="2"/>
  </w:num>
  <w:num w:numId="12" w16cid:durableId="4836616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02F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3D0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313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5B7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0AD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5EC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65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C4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817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5BC1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2BC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85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972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69D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6CA8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4BE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D7AD5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97C4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4</cp:revision>
  <cp:lastPrinted>2013-10-18T08:32:00Z</cp:lastPrinted>
  <dcterms:created xsi:type="dcterms:W3CDTF">2022-11-17T04:33:00Z</dcterms:created>
  <dcterms:modified xsi:type="dcterms:W3CDTF">2022-11-17T04:48:00Z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